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8" ma:contentTypeDescription="Ein neues Dokument erstellen." ma:contentTypeScope="" ma:versionID="295e7fa684ab0a6395b8d453edf3f570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8637465bd560300514ae3d31b2bdc6e9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56B709-19CF-49BC-BA55-3E7B310BC723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